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37F" w:rsidRPr="001C0B29" w:rsidRDefault="009441BC" w:rsidP="009E737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ind w:left="2340" w:right="211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INTRODUCTION TO </w:t>
      </w:r>
      <w:r w:rsidR="009E737F" w:rsidRPr="001C0B29">
        <w:rPr>
          <w:rFonts w:ascii="Arial" w:hAnsi="Arial" w:cs="Arial"/>
          <w:b/>
          <w:bCs/>
          <w:sz w:val="28"/>
          <w:szCs w:val="28"/>
        </w:rPr>
        <w:t xml:space="preserve">CK™ </w:t>
      </w:r>
      <w:r>
        <w:rPr>
          <w:rFonts w:ascii="Arial" w:hAnsi="Arial" w:cs="Arial"/>
          <w:b/>
          <w:bCs/>
          <w:sz w:val="28"/>
          <w:szCs w:val="28"/>
        </w:rPr>
        <w:br/>
      </w:r>
      <w:r w:rsidR="009E737F" w:rsidRPr="001C0B29">
        <w:rPr>
          <w:rFonts w:ascii="Arial" w:hAnsi="Arial" w:cs="Arial"/>
          <w:b/>
          <w:bCs/>
          <w:sz w:val="28"/>
          <w:szCs w:val="28"/>
        </w:rPr>
        <w:t>WORKSHOP APPLICATION</w:t>
      </w:r>
    </w:p>
    <w:p w:rsidR="00C838D9" w:rsidRDefault="00C838D9" w:rsidP="00C838D9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</w:rPr>
      </w:pPr>
      <w:r w:rsidRPr="0099020F">
        <w:rPr>
          <w:rFonts w:ascii="Arial" w:hAnsi="Arial" w:cs="Arial"/>
          <w:b/>
          <w:bCs/>
          <w:highlight w:val="yellow"/>
        </w:rPr>
        <w:t>S</w:t>
      </w:r>
      <w:r>
        <w:rPr>
          <w:rFonts w:ascii="Arial" w:hAnsi="Arial" w:cs="Arial"/>
          <w:b/>
          <w:bCs/>
          <w:highlight w:val="yellow"/>
        </w:rPr>
        <w:t>AVE</w:t>
      </w:r>
      <w:r w:rsidRPr="0099020F">
        <w:rPr>
          <w:rFonts w:ascii="Arial" w:hAnsi="Arial" w:cs="Arial"/>
          <w:b/>
          <w:bCs/>
          <w:highlight w:val="yellow"/>
        </w:rPr>
        <w:t xml:space="preserve"> the blank application to a folder </w:t>
      </w:r>
      <w:r>
        <w:rPr>
          <w:rFonts w:ascii="Arial" w:hAnsi="Arial" w:cs="Arial"/>
          <w:b/>
          <w:bCs/>
          <w:highlight w:val="yellow"/>
        </w:rPr>
        <w:t>o</w:t>
      </w:r>
      <w:r w:rsidRPr="0099020F">
        <w:rPr>
          <w:rFonts w:ascii="Arial" w:hAnsi="Arial" w:cs="Arial"/>
          <w:b/>
          <w:bCs/>
          <w:highlight w:val="yellow"/>
        </w:rPr>
        <w:t xml:space="preserve">n your computer, then fill in all the items </w:t>
      </w:r>
      <w:r>
        <w:rPr>
          <w:rFonts w:ascii="Arial" w:hAnsi="Arial" w:cs="Arial"/>
          <w:b/>
          <w:bCs/>
          <w:highlight w:val="yellow"/>
        </w:rPr>
        <w:t>&amp;</w:t>
      </w:r>
      <w:r w:rsidRPr="0099020F">
        <w:rPr>
          <w:rFonts w:ascii="Arial" w:hAnsi="Arial" w:cs="Arial"/>
          <w:b/>
          <w:bCs/>
          <w:highlight w:val="yellow"/>
        </w:rPr>
        <w:t xml:space="preserve"> </w:t>
      </w:r>
      <w:r>
        <w:rPr>
          <w:rFonts w:ascii="Arial" w:hAnsi="Arial" w:cs="Arial"/>
          <w:b/>
          <w:bCs/>
          <w:highlight w:val="yellow"/>
        </w:rPr>
        <w:t>SAVE</w:t>
      </w:r>
      <w:r w:rsidRPr="0099020F">
        <w:rPr>
          <w:rFonts w:ascii="Arial" w:hAnsi="Arial" w:cs="Arial"/>
          <w:b/>
          <w:bCs/>
          <w:highlight w:val="yellow"/>
        </w:rPr>
        <w:t xml:space="preserve"> again. Send email with the filled in form attached to </w:t>
      </w:r>
      <w:hyperlink r:id="rId5" w:history="1">
        <w:r w:rsidRPr="0099020F">
          <w:rPr>
            <w:rStyle w:val="Hyperlink"/>
            <w:rFonts w:ascii="Arial" w:hAnsi="Arial" w:cs="Arial"/>
            <w:b/>
            <w:bCs/>
            <w:highlight w:val="yellow"/>
          </w:rPr>
          <w:t>ckt@ckt.com.au</w:t>
        </w:r>
      </w:hyperlink>
      <w:r w:rsidRPr="0099020F">
        <w:rPr>
          <w:rFonts w:ascii="Arial" w:hAnsi="Arial" w:cs="Arial"/>
          <w:b/>
          <w:bCs/>
          <w:highlight w:val="yellow"/>
        </w:rPr>
        <w:t>. Alternatively, fill it in, print it</w:t>
      </w:r>
      <w:r>
        <w:rPr>
          <w:rFonts w:ascii="Arial" w:hAnsi="Arial" w:cs="Arial"/>
          <w:b/>
          <w:bCs/>
          <w:highlight w:val="yellow"/>
        </w:rPr>
        <w:t xml:space="preserve"> out</w:t>
      </w:r>
      <w:r w:rsidRPr="0099020F">
        <w:rPr>
          <w:rFonts w:ascii="Arial" w:hAnsi="Arial" w:cs="Arial"/>
          <w:b/>
          <w:bCs/>
          <w:highlight w:val="yellow"/>
        </w:rPr>
        <w:t xml:space="preserve"> </w:t>
      </w:r>
      <w:r>
        <w:rPr>
          <w:rFonts w:ascii="Arial" w:hAnsi="Arial" w:cs="Arial"/>
          <w:b/>
          <w:bCs/>
          <w:highlight w:val="yellow"/>
        </w:rPr>
        <w:t>&amp;</w:t>
      </w:r>
      <w:r w:rsidRPr="0099020F">
        <w:rPr>
          <w:rFonts w:ascii="Arial" w:hAnsi="Arial" w:cs="Arial"/>
          <w:b/>
          <w:bCs/>
          <w:highlight w:val="yellow"/>
        </w:rPr>
        <w:t xml:space="preserve"> post to Gordon Dickson, CK Training, P.O. Box 667, Buddina Qld 4575</w:t>
      </w:r>
    </w:p>
    <w:p w:rsidR="009E737F" w:rsidRPr="001168E3" w:rsidRDefault="009E737F" w:rsidP="009E737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>Name: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>Address: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>Telephone: (Specify if home, work &amp;/or mobile)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>Email: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 xml:space="preserve">Kinesiology Training: 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>Counselling Training or Experience: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 xml:space="preserve">Date and Location of </w:t>
      </w:r>
      <w:r w:rsidR="009441BC" w:rsidRPr="001168E3">
        <w:rPr>
          <w:rFonts w:ascii="Arial" w:hAnsi="Arial" w:cs="Arial"/>
          <w:b/>
          <w:bCs/>
          <w:sz w:val="22"/>
          <w:szCs w:val="22"/>
        </w:rPr>
        <w:t>Introduction to CK™</w:t>
      </w:r>
      <w:r w:rsidRPr="001168E3">
        <w:rPr>
          <w:rFonts w:ascii="Arial" w:hAnsi="Arial" w:cs="Arial"/>
          <w:b/>
          <w:bCs/>
          <w:sz w:val="22"/>
          <w:szCs w:val="22"/>
        </w:rPr>
        <w:t xml:space="preserve"> Workshop applying for:</w:t>
      </w:r>
      <w:r w:rsidRPr="001168E3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 xml:space="preserve">How you heard about our workshops: </w:t>
      </w: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1168E3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168E3">
        <w:rPr>
          <w:rFonts w:ascii="Arial" w:hAnsi="Arial" w:cs="Arial"/>
          <w:b/>
          <w:bCs/>
          <w:sz w:val="22"/>
          <w:szCs w:val="22"/>
        </w:rPr>
        <w:t xml:space="preserve">Payment details (all prices GST inclusive): </w:t>
      </w:r>
    </w:p>
    <w:p w:rsidR="009E737F" w:rsidRPr="001168E3" w:rsidRDefault="009441BC" w:rsidP="009441BC">
      <w:pPr>
        <w:tabs>
          <w:tab w:val="left" w:pos="3600"/>
          <w:tab w:val="right" w:leader="dot" w:pos="10080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168E3">
        <w:rPr>
          <w:rFonts w:ascii="Arial" w:hAnsi="Arial" w:cs="Arial"/>
          <w:bCs/>
          <w:sz w:val="22"/>
          <w:szCs w:val="22"/>
        </w:rPr>
        <w:t xml:space="preserve">Introduction to </w:t>
      </w:r>
      <w:r w:rsidR="00940487" w:rsidRPr="001168E3">
        <w:rPr>
          <w:rFonts w:ascii="Arial" w:hAnsi="Arial" w:cs="Arial"/>
          <w:bCs/>
          <w:sz w:val="22"/>
          <w:szCs w:val="22"/>
        </w:rPr>
        <w:t>CK™ Workshop</w:t>
      </w:r>
      <w:r w:rsidR="00940487" w:rsidRPr="001168E3">
        <w:rPr>
          <w:rFonts w:ascii="Arial" w:hAnsi="Arial" w:cs="Arial"/>
          <w:bCs/>
          <w:sz w:val="22"/>
          <w:szCs w:val="22"/>
        </w:rPr>
        <w:tab/>
        <w:t>- Full Payment</w:t>
      </w:r>
      <w:r w:rsidR="00A3296A" w:rsidRPr="001168E3">
        <w:rPr>
          <w:rFonts w:ascii="Arial" w:hAnsi="Arial" w:cs="Arial"/>
          <w:bCs/>
          <w:sz w:val="22"/>
          <w:szCs w:val="22"/>
        </w:rPr>
        <w:t xml:space="preserve"> including competency assessment</w:t>
      </w:r>
      <w:r w:rsidR="009E737F" w:rsidRPr="001168E3">
        <w:rPr>
          <w:rFonts w:ascii="Arial" w:hAnsi="Arial" w:cs="Arial"/>
          <w:bCs/>
          <w:sz w:val="22"/>
          <w:szCs w:val="22"/>
        </w:rPr>
        <w:tab/>
      </w:r>
      <w:proofErr w:type="gramStart"/>
      <w:r w:rsidR="00781E38" w:rsidRPr="00781E38">
        <w:rPr>
          <w:rFonts w:ascii="Arial" w:hAnsi="Arial" w:cs="Arial"/>
          <w:bCs/>
          <w:sz w:val="32"/>
          <w:szCs w:val="32"/>
        </w:rPr>
        <w:t>[ ]</w:t>
      </w:r>
      <w:proofErr w:type="gramEnd"/>
      <w:r w:rsidR="009E737F" w:rsidRPr="001168E3">
        <w:rPr>
          <w:rFonts w:ascii="Arial" w:hAnsi="Arial" w:cs="Arial"/>
          <w:bCs/>
          <w:sz w:val="22"/>
          <w:szCs w:val="22"/>
        </w:rPr>
        <w:t xml:space="preserve"> $</w:t>
      </w:r>
      <w:r w:rsidR="008B17C3">
        <w:rPr>
          <w:rFonts w:ascii="Arial" w:hAnsi="Arial" w:cs="Arial"/>
          <w:bCs/>
          <w:sz w:val="22"/>
          <w:szCs w:val="22"/>
        </w:rPr>
        <w:t>299</w:t>
      </w:r>
    </w:p>
    <w:p w:rsidR="009E737F" w:rsidRPr="001168E3" w:rsidRDefault="00940487" w:rsidP="009441BC">
      <w:pPr>
        <w:tabs>
          <w:tab w:val="left" w:pos="3600"/>
          <w:tab w:val="right" w:leader="dot" w:pos="10080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168E3">
        <w:rPr>
          <w:rFonts w:ascii="Arial" w:hAnsi="Arial" w:cs="Arial"/>
          <w:bCs/>
          <w:sz w:val="22"/>
          <w:szCs w:val="22"/>
        </w:rPr>
        <w:tab/>
        <w:t xml:space="preserve">- </w:t>
      </w:r>
      <w:r w:rsidR="009E737F" w:rsidRPr="001168E3">
        <w:rPr>
          <w:rFonts w:ascii="Arial" w:hAnsi="Arial" w:cs="Arial"/>
          <w:bCs/>
          <w:sz w:val="22"/>
          <w:szCs w:val="22"/>
        </w:rPr>
        <w:t>Deposit</w:t>
      </w:r>
      <w:r w:rsidR="009E737F" w:rsidRPr="001168E3">
        <w:rPr>
          <w:rFonts w:ascii="Arial" w:hAnsi="Arial" w:cs="Arial"/>
          <w:bCs/>
          <w:sz w:val="22"/>
          <w:szCs w:val="22"/>
        </w:rPr>
        <w:tab/>
      </w:r>
      <w:proofErr w:type="gramStart"/>
      <w:r w:rsidR="00781E38" w:rsidRPr="00781E38">
        <w:rPr>
          <w:rFonts w:ascii="Arial" w:hAnsi="Arial" w:cs="Arial"/>
          <w:bCs/>
          <w:sz w:val="32"/>
          <w:szCs w:val="32"/>
        </w:rPr>
        <w:t>[ ]</w:t>
      </w:r>
      <w:proofErr w:type="gramEnd"/>
      <w:r w:rsidR="009441BC" w:rsidRPr="001168E3">
        <w:rPr>
          <w:rFonts w:ascii="Arial" w:hAnsi="Arial" w:cs="Arial"/>
          <w:bCs/>
          <w:sz w:val="22"/>
          <w:szCs w:val="22"/>
        </w:rPr>
        <w:t xml:space="preserve">   $</w:t>
      </w:r>
      <w:r w:rsidR="00F901AE">
        <w:rPr>
          <w:rFonts w:ascii="Arial" w:hAnsi="Arial" w:cs="Arial"/>
          <w:bCs/>
          <w:sz w:val="22"/>
          <w:szCs w:val="22"/>
        </w:rPr>
        <w:t>9</w:t>
      </w:r>
      <w:r w:rsidR="008B17C3">
        <w:rPr>
          <w:rFonts w:ascii="Arial" w:hAnsi="Arial" w:cs="Arial"/>
          <w:bCs/>
          <w:sz w:val="22"/>
          <w:szCs w:val="22"/>
        </w:rPr>
        <w:t>5</w:t>
      </w:r>
      <w:r w:rsidR="009441BC" w:rsidRPr="001168E3">
        <w:rPr>
          <w:rFonts w:ascii="Arial" w:hAnsi="Arial" w:cs="Arial"/>
          <w:bCs/>
          <w:sz w:val="22"/>
          <w:szCs w:val="22"/>
        </w:rPr>
        <w:t xml:space="preserve"> </w:t>
      </w:r>
    </w:p>
    <w:p w:rsidR="009E737F" w:rsidRPr="001168E3" w:rsidRDefault="00940487" w:rsidP="009441BC">
      <w:pPr>
        <w:tabs>
          <w:tab w:val="left" w:pos="3600"/>
          <w:tab w:val="right" w:leader="dot" w:pos="10080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168E3">
        <w:rPr>
          <w:rFonts w:ascii="Arial" w:hAnsi="Arial" w:cs="Arial"/>
          <w:bCs/>
          <w:sz w:val="22"/>
          <w:szCs w:val="22"/>
        </w:rPr>
        <w:tab/>
        <w:t>- Repeat</w:t>
      </w:r>
      <w:r w:rsidR="00A3296A" w:rsidRPr="001168E3">
        <w:rPr>
          <w:rFonts w:ascii="Arial" w:hAnsi="Arial" w:cs="Arial"/>
          <w:bCs/>
          <w:sz w:val="22"/>
          <w:szCs w:val="22"/>
        </w:rPr>
        <w:tab/>
      </w:r>
      <w:proofErr w:type="gramStart"/>
      <w:r w:rsidR="00781E38" w:rsidRPr="00781E38">
        <w:rPr>
          <w:rFonts w:ascii="Arial" w:hAnsi="Arial" w:cs="Arial"/>
          <w:bCs/>
          <w:sz w:val="32"/>
          <w:szCs w:val="32"/>
        </w:rPr>
        <w:t>[ ]</w:t>
      </w:r>
      <w:proofErr w:type="gramEnd"/>
      <w:r w:rsidR="00781E38">
        <w:rPr>
          <w:rFonts w:ascii="Arial" w:hAnsi="Arial" w:cs="Arial"/>
          <w:bCs/>
          <w:sz w:val="22"/>
          <w:szCs w:val="22"/>
        </w:rPr>
        <w:t xml:space="preserve"> </w:t>
      </w:r>
      <w:r w:rsidR="009E737F" w:rsidRPr="001168E3">
        <w:rPr>
          <w:rFonts w:ascii="Arial" w:hAnsi="Arial" w:cs="Arial"/>
          <w:bCs/>
          <w:sz w:val="22"/>
          <w:szCs w:val="22"/>
        </w:rPr>
        <w:t>$</w:t>
      </w:r>
      <w:r w:rsidR="00B45C02" w:rsidRPr="001168E3">
        <w:rPr>
          <w:rFonts w:ascii="Arial" w:hAnsi="Arial" w:cs="Arial"/>
          <w:bCs/>
          <w:sz w:val="22"/>
          <w:szCs w:val="22"/>
        </w:rPr>
        <w:t>1</w:t>
      </w:r>
      <w:r w:rsidR="008B17C3">
        <w:rPr>
          <w:rFonts w:ascii="Arial" w:hAnsi="Arial" w:cs="Arial"/>
          <w:bCs/>
          <w:sz w:val="22"/>
          <w:szCs w:val="22"/>
        </w:rPr>
        <w:t>50</w:t>
      </w:r>
    </w:p>
    <w:p w:rsidR="00047E67" w:rsidRDefault="00047E67" w:rsidP="001168E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168E3" w:rsidRPr="00481634" w:rsidRDefault="001168E3" w:rsidP="001168E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481634">
        <w:rPr>
          <w:rFonts w:ascii="Arial" w:hAnsi="Arial" w:cs="Arial"/>
          <w:b/>
          <w:bCs/>
          <w:sz w:val="22"/>
          <w:szCs w:val="22"/>
        </w:rPr>
        <w:t xml:space="preserve">Method of payment: </w:t>
      </w:r>
    </w:p>
    <w:p w:rsidR="001168E3" w:rsidRPr="00481634" w:rsidRDefault="00781E38" w:rsidP="00047E67">
      <w:pPr>
        <w:rPr>
          <w:rFonts w:ascii="Arial" w:hAnsi="Arial" w:cs="Arial"/>
          <w:bCs/>
          <w:sz w:val="22"/>
          <w:szCs w:val="22"/>
        </w:rPr>
      </w:pPr>
      <w:r w:rsidRPr="00781E38">
        <w:rPr>
          <w:rFonts w:ascii="Arial" w:hAnsi="Arial" w:cs="Arial"/>
          <w:bCs/>
          <w:sz w:val="32"/>
          <w:szCs w:val="32"/>
        </w:rPr>
        <w:t>[ ]</w:t>
      </w:r>
      <w:r w:rsidR="001168E3" w:rsidRPr="00781E38">
        <w:rPr>
          <w:rFonts w:ascii="Arial" w:hAnsi="Arial" w:cs="Arial"/>
          <w:bCs/>
          <w:sz w:val="22"/>
          <w:szCs w:val="22"/>
        </w:rPr>
        <w:t xml:space="preserve"> </w:t>
      </w:r>
      <w:r w:rsidR="001168E3" w:rsidRPr="00481634">
        <w:rPr>
          <w:rFonts w:ascii="Arial" w:hAnsi="Arial" w:cs="Arial"/>
          <w:bCs/>
          <w:sz w:val="22"/>
          <w:szCs w:val="22"/>
        </w:rPr>
        <w:t>Credit Card:  VISA: ___     MasterCard: ___   Expiry Date: ____ / ______</w:t>
      </w:r>
    </w:p>
    <w:p w:rsidR="001168E3" w:rsidRPr="00481634" w:rsidRDefault="001168E3" w:rsidP="001168E3">
      <w:pPr>
        <w:autoSpaceDE w:val="0"/>
        <w:autoSpaceDN w:val="0"/>
        <w:adjustRightInd w:val="0"/>
        <w:spacing w:before="180"/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 xml:space="preserve">Card Number: __ __ __ __ / __ __ __ __ / __ __ __ __ / __ __ __ __ </w:t>
      </w:r>
    </w:p>
    <w:p w:rsidR="001168E3" w:rsidRDefault="001168E3" w:rsidP="001168E3">
      <w:pPr>
        <w:autoSpaceDE w:val="0"/>
        <w:autoSpaceDN w:val="0"/>
        <w:adjustRightInd w:val="0"/>
        <w:spacing w:before="180"/>
        <w:rPr>
          <w:rFonts w:ascii="Arial" w:hAnsi="Arial" w:cs="Arial"/>
          <w:b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 xml:space="preserve">Name on Card: ______________________ </w:t>
      </w:r>
      <w:r w:rsidRPr="00481634">
        <w:rPr>
          <w:rFonts w:ascii="Arial" w:hAnsi="Arial" w:cs="Arial"/>
          <w:bCs/>
          <w:sz w:val="22"/>
          <w:szCs w:val="22"/>
        </w:rPr>
        <w:tab/>
      </w:r>
      <w:r w:rsidRPr="00481634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E90908" w:rsidRDefault="00E90908" w:rsidP="001168E3">
      <w:pPr>
        <w:autoSpaceDE w:val="0"/>
        <w:autoSpaceDN w:val="0"/>
        <w:adjustRightInd w:val="0"/>
        <w:spacing w:before="180"/>
        <w:rPr>
          <w:rFonts w:ascii="Arial" w:hAnsi="Arial" w:cs="Arial"/>
          <w:b/>
          <w:bCs/>
          <w:sz w:val="22"/>
          <w:szCs w:val="22"/>
        </w:rPr>
      </w:pPr>
    </w:p>
    <w:p w:rsidR="00E90908" w:rsidRPr="00481634" w:rsidRDefault="00781E38" w:rsidP="00E9090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81E38">
        <w:rPr>
          <w:rFonts w:ascii="Arial" w:hAnsi="Arial" w:cs="Arial"/>
          <w:bCs/>
          <w:sz w:val="32"/>
          <w:szCs w:val="32"/>
        </w:rPr>
        <w:t>[ ]</w:t>
      </w:r>
      <w:r w:rsidR="00E90908" w:rsidRPr="00481634">
        <w:rPr>
          <w:rFonts w:ascii="Arial" w:hAnsi="Arial" w:cs="Arial"/>
          <w:bCs/>
          <w:sz w:val="22"/>
          <w:szCs w:val="22"/>
        </w:rPr>
        <w:t xml:space="preserve"> Bank Transfer to: </w:t>
      </w:r>
    </w:p>
    <w:p w:rsidR="00E90908" w:rsidRPr="00481634" w:rsidRDefault="00E90908" w:rsidP="00E90908">
      <w:pPr>
        <w:autoSpaceDE w:val="0"/>
        <w:autoSpaceDN w:val="0"/>
        <w:adjustRightInd w:val="0"/>
        <w:ind w:left="720"/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>Bank: Commonwealth Bank of Australia</w:t>
      </w:r>
    </w:p>
    <w:p w:rsidR="00E90908" w:rsidRPr="00481634" w:rsidRDefault="00E90908" w:rsidP="00E90908">
      <w:pPr>
        <w:autoSpaceDE w:val="0"/>
        <w:autoSpaceDN w:val="0"/>
        <w:adjustRightInd w:val="0"/>
        <w:ind w:left="720"/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>Account Name: Integrated Health Kinesiology</w:t>
      </w:r>
    </w:p>
    <w:p w:rsidR="00E90908" w:rsidRPr="00481634" w:rsidRDefault="00E90908" w:rsidP="00E90908">
      <w:pPr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ab/>
        <w:t xml:space="preserve">BSB: 064 447 Account No: 1009 1485 </w:t>
      </w:r>
    </w:p>
    <w:p w:rsidR="00E90908" w:rsidRDefault="00E90908" w:rsidP="00E90908">
      <w:pPr>
        <w:rPr>
          <w:rFonts w:ascii="Arial" w:hAnsi="Arial" w:cs="Arial"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ab/>
        <w:t xml:space="preserve">(please include </w:t>
      </w:r>
      <w:r w:rsidRPr="00481634">
        <w:rPr>
          <w:rFonts w:ascii="Arial" w:hAnsi="Arial" w:cs="Arial"/>
          <w:sz w:val="22"/>
          <w:szCs w:val="22"/>
        </w:rPr>
        <w:t>your name in the account description or payment advice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 w:rsidRPr="001168E3">
        <w:rPr>
          <w:rFonts w:ascii="Arial" w:hAnsi="Arial" w:cs="Arial"/>
          <w:sz w:val="22"/>
          <w:szCs w:val="22"/>
          <w:highlight w:val="yellow"/>
        </w:rPr>
        <w:t xml:space="preserve">email </w:t>
      </w:r>
      <w:r>
        <w:rPr>
          <w:rFonts w:ascii="Arial" w:hAnsi="Arial" w:cs="Arial"/>
          <w:sz w:val="22"/>
          <w:szCs w:val="22"/>
          <w:highlight w:val="yellow"/>
        </w:rPr>
        <w:t xml:space="preserve">your bank ‘s transfer </w:t>
      </w:r>
      <w:r w:rsidRPr="001168E3">
        <w:rPr>
          <w:rFonts w:ascii="Arial" w:hAnsi="Arial" w:cs="Arial"/>
          <w:sz w:val="22"/>
          <w:szCs w:val="22"/>
          <w:highlight w:val="yellow"/>
        </w:rPr>
        <w:t xml:space="preserve">record </w:t>
      </w:r>
      <w:r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3149B4">
        <w:rPr>
          <w:rFonts w:ascii="Arial" w:hAnsi="Arial" w:cs="Arial"/>
          <w:sz w:val="22"/>
          <w:szCs w:val="22"/>
          <w:highlight w:val="yellow"/>
        </w:rPr>
        <w:t xml:space="preserve">to </w:t>
      </w:r>
      <w:hyperlink r:id="rId6" w:history="1">
        <w:r w:rsidR="00781E38" w:rsidRPr="00DC3DAA">
          <w:rPr>
            <w:rStyle w:val="Hyperlink"/>
            <w:rFonts w:ascii="Arial" w:hAnsi="Arial" w:cs="Arial"/>
            <w:sz w:val="22"/>
            <w:szCs w:val="22"/>
            <w:highlight w:val="yellow"/>
          </w:rPr>
          <w:t>ckt@ckt.com.au</w:t>
        </w:r>
      </w:hyperlink>
      <w:r w:rsidRPr="00481634">
        <w:rPr>
          <w:rFonts w:ascii="Arial" w:hAnsi="Arial" w:cs="Arial"/>
          <w:sz w:val="22"/>
          <w:szCs w:val="22"/>
        </w:rPr>
        <w:t>)</w:t>
      </w:r>
    </w:p>
    <w:p w:rsidR="00781E38" w:rsidRDefault="00781E38" w:rsidP="00E90908">
      <w:pPr>
        <w:rPr>
          <w:rFonts w:ascii="Arial" w:hAnsi="Arial" w:cs="Arial"/>
          <w:sz w:val="22"/>
          <w:szCs w:val="22"/>
        </w:rPr>
      </w:pPr>
    </w:p>
    <w:p w:rsidR="00781E38" w:rsidRPr="001C0B29" w:rsidRDefault="00781E38" w:rsidP="003C467A">
      <w:pPr>
        <w:spacing w:before="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fill in the brackets </w:t>
      </w:r>
      <w:r>
        <w:rPr>
          <w:rFonts w:ascii="Arial" w:hAnsi="Arial" w:cs="Arial"/>
          <w:b/>
          <w:bCs/>
          <w:sz w:val="32"/>
          <w:szCs w:val="32"/>
        </w:rPr>
        <w:t>[ ]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with a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[yes] </w:t>
      </w:r>
      <w:r>
        <w:rPr>
          <w:rFonts w:ascii="Arial" w:hAnsi="Arial" w:cs="Arial"/>
          <w:bCs/>
          <w:sz w:val="22"/>
          <w:szCs w:val="22"/>
        </w:rPr>
        <w:t>to confirm your agreement.</w:t>
      </w:r>
    </w:p>
    <w:sectPr w:rsidR="00781E38" w:rsidRPr="001C0B29" w:rsidSect="001202EF">
      <w:pgSz w:w="11906" w:h="16838" w:code="9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37492"/>
    <w:multiLevelType w:val="hybridMultilevel"/>
    <w:tmpl w:val="9FD2D832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40928"/>
    <w:multiLevelType w:val="hybridMultilevel"/>
    <w:tmpl w:val="F1B2C3F8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01CD1"/>
    <w:multiLevelType w:val="hybridMultilevel"/>
    <w:tmpl w:val="605E8ED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C03B4"/>
    <w:multiLevelType w:val="hybridMultilevel"/>
    <w:tmpl w:val="62A02F5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E419E"/>
    <w:multiLevelType w:val="hybridMultilevel"/>
    <w:tmpl w:val="24841E9A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911F8"/>
    <w:multiLevelType w:val="hybridMultilevel"/>
    <w:tmpl w:val="2A70533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A1961"/>
    <w:multiLevelType w:val="hybridMultilevel"/>
    <w:tmpl w:val="91E8DB98"/>
    <w:lvl w:ilvl="0" w:tplc="0C09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0E"/>
    <w:rsid w:val="00006F21"/>
    <w:rsid w:val="000200AD"/>
    <w:rsid w:val="00047E67"/>
    <w:rsid w:val="000549EA"/>
    <w:rsid w:val="00116703"/>
    <w:rsid w:val="001168E3"/>
    <w:rsid w:val="001202EF"/>
    <w:rsid w:val="00133C08"/>
    <w:rsid w:val="001360AC"/>
    <w:rsid w:val="0015479B"/>
    <w:rsid w:val="001667B7"/>
    <w:rsid w:val="00170CFD"/>
    <w:rsid w:val="001A621F"/>
    <w:rsid w:val="001C0B29"/>
    <w:rsid w:val="001D58E8"/>
    <w:rsid w:val="002027FF"/>
    <w:rsid w:val="00213340"/>
    <w:rsid w:val="00243AC4"/>
    <w:rsid w:val="0024500E"/>
    <w:rsid w:val="002979CB"/>
    <w:rsid w:val="002D286B"/>
    <w:rsid w:val="002E37F5"/>
    <w:rsid w:val="003800DB"/>
    <w:rsid w:val="00390E72"/>
    <w:rsid w:val="003B079D"/>
    <w:rsid w:val="003B14DF"/>
    <w:rsid w:val="003C467A"/>
    <w:rsid w:val="003F7D4A"/>
    <w:rsid w:val="00413BF8"/>
    <w:rsid w:val="00432C34"/>
    <w:rsid w:val="004A47AF"/>
    <w:rsid w:val="004B0942"/>
    <w:rsid w:val="004B57A3"/>
    <w:rsid w:val="004B5BDC"/>
    <w:rsid w:val="00505618"/>
    <w:rsid w:val="00517843"/>
    <w:rsid w:val="00550FD7"/>
    <w:rsid w:val="00552D12"/>
    <w:rsid w:val="005E0E46"/>
    <w:rsid w:val="005E2B78"/>
    <w:rsid w:val="0060273D"/>
    <w:rsid w:val="00657D23"/>
    <w:rsid w:val="0068254D"/>
    <w:rsid w:val="006A06D4"/>
    <w:rsid w:val="006A3FFC"/>
    <w:rsid w:val="006D4348"/>
    <w:rsid w:val="006E3DDA"/>
    <w:rsid w:val="007307F6"/>
    <w:rsid w:val="00781E38"/>
    <w:rsid w:val="00782E04"/>
    <w:rsid w:val="0078338E"/>
    <w:rsid w:val="007B3D2E"/>
    <w:rsid w:val="00812EFB"/>
    <w:rsid w:val="00834C54"/>
    <w:rsid w:val="008B17C3"/>
    <w:rsid w:val="008B5289"/>
    <w:rsid w:val="008E70E3"/>
    <w:rsid w:val="009022FF"/>
    <w:rsid w:val="00911EE5"/>
    <w:rsid w:val="00916F72"/>
    <w:rsid w:val="00920D77"/>
    <w:rsid w:val="00940487"/>
    <w:rsid w:val="009441BC"/>
    <w:rsid w:val="00962B24"/>
    <w:rsid w:val="009C1953"/>
    <w:rsid w:val="009D1658"/>
    <w:rsid w:val="009E737F"/>
    <w:rsid w:val="00A3296A"/>
    <w:rsid w:val="00A610EF"/>
    <w:rsid w:val="00A80416"/>
    <w:rsid w:val="00AF1684"/>
    <w:rsid w:val="00B45C02"/>
    <w:rsid w:val="00B81B22"/>
    <w:rsid w:val="00B93870"/>
    <w:rsid w:val="00BB7309"/>
    <w:rsid w:val="00C32FDA"/>
    <w:rsid w:val="00C56088"/>
    <w:rsid w:val="00C838D9"/>
    <w:rsid w:val="00C852CB"/>
    <w:rsid w:val="00C8705C"/>
    <w:rsid w:val="00CA264D"/>
    <w:rsid w:val="00CA791E"/>
    <w:rsid w:val="00CB5888"/>
    <w:rsid w:val="00CE42AC"/>
    <w:rsid w:val="00D165B2"/>
    <w:rsid w:val="00D402E0"/>
    <w:rsid w:val="00D96022"/>
    <w:rsid w:val="00DC3873"/>
    <w:rsid w:val="00DE752E"/>
    <w:rsid w:val="00E06619"/>
    <w:rsid w:val="00E17735"/>
    <w:rsid w:val="00E311F8"/>
    <w:rsid w:val="00E45157"/>
    <w:rsid w:val="00E45B7F"/>
    <w:rsid w:val="00E80D03"/>
    <w:rsid w:val="00E90908"/>
    <w:rsid w:val="00E95A17"/>
    <w:rsid w:val="00EA4017"/>
    <w:rsid w:val="00EE6D8E"/>
    <w:rsid w:val="00EF1B62"/>
    <w:rsid w:val="00F42EFA"/>
    <w:rsid w:val="00F577BD"/>
    <w:rsid w:val="00F901AE"/>
    <w:rsid w:val="00F95049"/>
    <w:rsid w:val="00F95D4C"/>
    <w:rsid w:val="00FE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4690C05"/>
  <w15:docId w15:val="{8B89F45D-732D-4FB4-92DD-B70F8B2F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5289"/>
    <w:rPr>
      <w:sz w:val="24"/>
      <w:szCs w:val="24"/>
    </w:rPr>
  </w:style>
  <w:style w:type="paragraph" w:styleId="Heading1">
    <w:name w:val="heading 1"/>
    <w:basedOn w:val="Normal"/>
    <w:next w:val="Normal"/>
    <w:qFormat/>
    <w:rsid w:val="00243A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B5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C32FDA"/>
    <w:rPr>
      <w:color w:val="0000FF"/>
      <w:u w:val="single"/>
    </w:rPr>
  </w:style>
  <w:style w:type="table" w:styleId="TableGrid">
    <w:name w:val="Table Grid"/>
    <w:basedOn w:val="TableNormal"/>
    <w:rsid w:val="009E7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6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t@ckt.com.au" TargetMode="External"/><Relationship Id="rId5" Type="http://schemas.openxmlformats.org/officeDocument/2006/relationships/hyperlink" Target="mailto:ckt@ckt.com.a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IHK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IHK1.dot</Template>
  <TotalTime>14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 Linda,</vt:lpstr>
    </vt:vector>
  </TitlesOfParts>
  <Company>IHK</Company>
  <LinksUpToDate>false</LinksUpToDate>
  <CharactersWithSpaces>1360</CharactersWithSpaces>
  <SharedDoc>false</SharedDoc>
  <HLinks>
    <vt:vector size="6" baseType="variant">
      <vt:variant>
        <vt:i4>852069</vt:i4>
      </vt:variant>
      <vt:variant>
        <vt:i4>0</vt:i4>
      </vt:variant>
      <vt:variant>
        <vt:i4>0</vt:i4>
      </vt:variant>
      <vt:variant>
        <vt:i4>5</vt:i4>
      </vt:variant>
      <vt:variant>
        <vt:lpwstr>mailto:ckt@ckt.com.au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 Linda,</dc:title>
  <dc:creator>.</dc:creator>
  <cp:lastModifiedBy>Gordon Dickson</cp:lastModifiedBy>
  <cp:revision>6</cp:revision>
  <cp:lastPrinted>2008-09-30T08:26:00Z</cp:lastPrinted>
  <dcterms:created xsi:type="dcterms:W3CDTF">2016-07-26T03:06:00Z</dcterms:created>
  <dcterms:modified xsi:type="dcterms:W3CDTF">2017-09-20T05:31:00Z</dcterms:modified>
</cp:coreProperties>
</file>